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2" w:type="dxa"/>
        <w:tblInd w:w="97" w:type="dxa"/>
        <w:tblLook w:val="00A0"/>
      </w:tblPr>
      <w:tblGrid>
        <w:gridCol w:w="4973"/>
        <w:gridCol w:w="1267"/>
        <w:gridCol w:w="858"/>
        <w:gridCol w:w="1452"/>
        <w:gridCol w:w="674"/>
        <w:gridCol w:w="34"/>
        <w:gridCol w:w="1070"/>
        <w:gridCol w:w="34"/>
      </w:tblGrid>
      <w:tr w:rsidR="005C7954" w:rsidRPr="001D7A0A" w:rsidTr="003512F9">
        <w:trPr>
          <w:gridAfter w:val="1"/>
          <w:wAfter w:w="34" w:type="dxa"/>
          <w:trHeight w:val="255"/>
        </w:trPr>
        <w:tc>
          <w:tcPr>
            <w:tcW w:w="1032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954" w:rsidRPr="001D7A0A" w:rsidRDefault="005C7954" w:rsidP="003512F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Приложение № 7</w:t>
            </w:r>
          </w:p>
        </w:tc>
      </w:tr>
      <w:tr w:rsidR="005C7954" w:rsidRPr="001D7A0A" w:rsidTr="003512F9">
        <w:trPr>
          <w:gridAfter w:val="1"/>
          <w:wAfter w:w="34" w:type="dxa"/>
          <w:trHeight w:val="255"/>
        </w:trPr>
        <w:tc>
          <w:tcPr>
            <w:tcW w:w="1032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954" w:rsidRPr="001D7A0A" w:rsidRDefault="005C7954" w:rsidP="00A447D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  <w:color w:val="000000"/>
              </w:rPr>
              <w:t>к решению Совета поселения</w:t>
            </w:r>
          </w:p>
        </w:tc>
      </w:tr>
      <w:tr w:rsidR="005C7954" w:rsidRPr="001D7A0A" w:rsidTr="003512F9">
        <w:trPr>
          <w:gridAfter w:val="1"/>
          <w:wAfter w:w="34" w:type="dxa"/>
          <w:trHeight w:val="255"/>
        </w:trPr>
        <w:tc>
          <w:tcPr>
            <w:tcW w:w="1032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954" w:rsidRPr="00D4380A" w:rsidRDefault="005C7954" w:rsidP="00044C3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7A0A">
              <w:rPr>
                <w:rFonts w:ascii="Times New Roman" w:hAnsi="Times New Roman"/>
                <w:color w:val="FF0000"/>
              </w:rPr>
              <w:t xml:space="preserve">                                                                                                                        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 xml:space="preserve">.2015  № 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43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7954" w:rsidRPr="001D7A0A" w:rsidRDefault="005C7954" w:rsidP="00A447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7954" w:rsidRPr="001D7A0A" w:rsidTr="003512F9">
        <w:trPr>
          <w:trHeight w:val="255"/>
        </w:trPr>
        <w:tc>
          <w:tcPr>
            <w:tcW w:w="1036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C7954" w:rsidRPr="001D7A0A" w:rsidRDefault="005C7954" w:rsidP="00A447D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Распределение бюджетных ассигнований по разделам, подразделам, целевым статьям и видам</w:t>
            </w:r>
          </w:p>
        </w:tc>
      </w:tr>
      <w:tr w:rsidR="005C7954" w:rsidRPr="001D7A0A" w:rsidTr="003512F9">
        <w:trPr>
          <w:trHeight w:val="255"/>
        </w:trPr>
        <w:tc>
          <w:tcPr>
            <w:tcW w:w="1036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C7954" w:rsidRPr="001D7A0A" w:rsidRDefault="005C7954" w:rsidP="00A447D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расходов бюджета в ведомственной структуре расходов бюджета</w:t>
            </w:r>
          </w:p>
        </w:tc>
      </w:tr>
      <w:tr w:rsidR="005C7954" w:rsidRPr="001D7A0A" w:rsidTr="003512F9">
        <w:trPr>
          <w:trHeight w:val="255"/>
        </w:trPr>
        <w:tc>
          <w:tcPr>
            <w:tcW w:w="1036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C7954" w:rsidRPr="001D7A0A" w:rsidRDefault="005C7954" w:rsidP="00A447D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Заводского сельского поселения на 2016 год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7954" w:rsidRPr="001D7A0A" w:rsidRDefault="005C7954" w:rsidP="00A447D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C7954" w:rsidRPr="001D7A0A" w:rsidRDefault="005C7954" w:rsidP="000B63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C7954" w:rsidRPr="001D7A0A" w:rsidRDefault="005C7954" w:rsidP="000B63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C7954" w:rsidRPr="001D7A0A" w:rsidRDefault="005C7954" w:rsidP="000B63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C7954" w:rsidRPr="001D7A0A" w:rsidRDefault="005C7954" w:rsidP="000B63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C7954" w:rsidRPr="001D7A0A" w:rsidRDefault="005C7954" w:rsidP="000B63D5">
            <w:pPr>
              <w:jc w:val="center"/>
              <w:rPr>
                <w:rFonts w:ascii="Times New Roman" w:hAnsi="Times New Roman"/>
              </w:rPr>
            </w:pPr>
          </w:p>
        </w:tc>
      </w:tr>
      <w:tr w:rsidR="005C7954" w:rsidRPr="001D7A0A" w:rsidTr="003512F9">
        <w:trPr>
          <w:trHeight w:val="765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Наименование получателей средств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Ведомства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КФСР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КЦСР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КВР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Сумма (тыс. руб.)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Заводское сельское поселение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950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339966"/>
              </w:rPr>
            </w:pPr>
            <w:r w:rsidRPr="001D7A0A">
              <w:rPr>
                <w:rFonts w:ascii="Times New Roman" w:hAnsi="Times New Roman"/>
                <w:b/>
                <w:bCs/>
                <w:color w:val="339966"/>
              </w:rPr>
              <w:t>10870,1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0100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66CC"/>
              </w:rPr>
            </w:pPr>
            <w:r w:rsidRPr="001D7A0A">
              <w:rPr>
                <w:rFonts w:ascii="Times New Roman" w:hAnsi="Times New Roman"/>
                <w:b/>
                <w:bCs/>
                <w:color w:val="0066CC"/>
              </w:rPr>
              <w:t>4002,2</w:t>
            </w:r>
          </w:p>
        </w:tc>
      </w:tr>
      <w:tr w:rsidR="005C7954" w:rsidRPr="001D7A0A" w:rsidTr="003512F9">
        <w:trPr>
          <w:trHeight w:val="13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0102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 xml:space="preserve">     857,0</w:t>
            </w:r>
          </w:p>
        </w:tc>
      </w:tr>
      <w:tr w:rsidR="005C7954" w:rsidRPr="001D7A0A" w:rsidTr="003512F9">
        <w:trPr>
          <w:trHeight w:val="379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0102 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0020300000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857,0</w:t>
            </w:r>
          </w:p>
        </w:tc>
      </w:tr>
      <w:tr w:rsidR="005C7954" w:rsidRPr="001D7A0A" w:rsidTr="003512F9">
        <w:trPr>
          <w:trHeight w:val="5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0102 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0020300000 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121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658,0</w:t>
            </w:r>
          </w:p>
        </w:tc>
      </w:tr>
      <w:tr w:rsidR="005C7954" w:rsidRPr="001D7A0A" w:rsidTr="003512F9">
        <w:trPr>
          <w:trHeight w:val="279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0102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0020300000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129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199,0</w:t>
            </w:r>
          </w:p>
        </w:tc>
      </w:tr>
      <w:tr w:rsidR="005C7954" w:rsidRPr="001D7A0A" w:rsidTr="003512F9">
        <w:trPr>
          <w:trHeight w:val="84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0104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3056,0</w:t>
            </w:r>
          </w:p>
        </w:tc>
      </w:tr>
      <w:tr w:rsidR="005C7954" w:rsidRPr="001D7A0A" w:rsidTr="003512F9">
        <w:trPr>
          <w:trHeight w:val="31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0104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3056,0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0104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0020400000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3056,0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121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1646,0</w:t>
            </w:r>
          </w:p>
        </w:tc>
      </w:tr>
      <w:tr w:rsidR="005C7954" w:rsidRPr="001D7A0A" w:rsidTr="003512F9">
        <w:trPr>
          <w:trHeight w:val="26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129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497,0</w:t>
            </w:r>
          </w:p>
        </w:tc>
      </w:tr>
      <w:tr w:rsidR="005C7954" w:rsidRPr="001D7A0A" w:rsidTr="003512F9">
        <w:trPr>
          <w:trHeight w:val="88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122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10,2</w:t>
            </w:r>
          </w:p>
        </w:tc>
      </w:tr>
      <w:tr w:rsidR="005C7954" w:rsidRPr="001D7A0A" w:rsidTr="003512F9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330,0</w:t>
            </w:r>
          </w:p>
        </w:tc>
      </w:tr>
      <w:tr w:rsidR="005C7954" w:rsidRPr="001D7A0A" w:rsidTr="003512F9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30,0</w:t>
            </w:r>
          </w:p>
        </w:tc>
      </w:tr>
      <w:tr w:rsidR="005C7954" w:rsidRPr="001D7A0A" w:rsidTr="003512F9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532,8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 xml:space="preserve">Уплата прочих налогов, сборов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0104 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0020400000 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852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10,0</w:t>
            </w:r>
          </w:p>
        </w:tc>
      </w:tr>
      <w:tr w:rsidR="005C7954" w:rsidRPr="001D7A0A" w:rsidTr="003512F9">
        <w:trPr>
          <w:trHeight w:val="429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 xml:space="preserve">"Обеспечение деятельности финансовых, налоговых и таможенных органов и органов финансового (финансово-бюджетного) надзора"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0106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12,0</w:t>
            </w:r>
          </w:p>
        </w:tc>
      </w:tr>
      <w:tr w:rsidR="005C7954" w:rsidRPr="001D7A0A" w:rsidTr="003512F9">
        <w:trPr>
          <w:trHeight w:val="156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0106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0020400000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12,0</w:t>
            </w:r>
          </w:p>
        </w:tc>
      </w:tr>
      <w:tr w:rsidR="005C7954" w:rsidRPr="001D7A0A" w:rsidTr="003512F9">
        <w:trPr>
          <w:trHeight w:val="5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0106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0020400000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540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12,0 </w:t>
            </w:r>
          </w:p>
        </w:tc>
      </w:tr>
      <w:tr w:rsidR="005C7954" w:rsidRPr="001D7A0A" w:rsidTr="003512F9">
        <w:trPr>
          <w:trHeight w:val="178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0111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40,0</w:t>
            </w:r>
          </w:p>
        </w:tc>
      </w:tr>
      <w:tr w:rsidR="005C7954" w:rsidRPr="001D7A0A" w:rsidTr="003512F9">
        <w:trPr>
          <w:trHeight w:val="5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Резервные фонды местных администраций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0111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070000500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40,0</w:t>
            </w:r>
          </w:p>
        </w:tc>
      </w:tr>
      <w:tr w:rsidR="005C7954" w:rsidRPr="001D7A0A" w:rsidTr="003512F9">
        <w:trPr>
          <w:trHeight w:val="7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0111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070000500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870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40,0</w:t>
            </w:r>
          </w:p>
        </w:tc>
      </w:tr>
      <w:tr w:rsidR="005C7954" w:rsidRPr="001D7A0A" w:rsidTr="003512F9">
        <w:trPr>
          <w:trHeight w:val="10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0113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37,2</w:t>
            </w:r>
          </w:p>
        </w:tc>
      </w:tr>
      <w:tr w:rsidR="005C7954" w:rsidRPr="001D7A0A" w:rsidTr="003512F9">
        <w:trPr>
          <w:trHeight w:val="108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Выполнение других обязательств государства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1D7A0A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1D7A0A">
              <w:rPr>
                <w:rFonts w:ascii="Times New Roman" w:hAnsi="Times New Roman"/>
                <w:i/>
                <w:iCs/>
              </w:rPr>
              <w:t> 0113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092030000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37,2</w:t>
            </w:r>
          </w:p>
        </w:tc>
      </w:tr>
      <w:tr w:rsidR="005C7954" w:rsidRPr="001D7A0A" w:rsidTr="003512F9">
        <w:trPr>
          <w:trHeight w:val="25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1D7A0A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1D7A0A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37,2</w:t>
            </w:r>
          </w:p>
        </w:tc>
      </w:tr>
      <w:tr w:rsidR="005C7954" w:rsidRPr="001D7A0A" w:rsidTr="003512F9">
        <w:trPr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0200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1D7A0A">
              <w:rPr>
                <w:rFonts w:ascii="Times New Roman" w:hAnsi="Times New Roman"/>
                <w:b/>
                <w:bCs/>
                <w:color w:val="0070C0"/>
              </w:rPr>
              <w:t>0,00</w:t>
            </w:r>
          </w:p>
        </w:tc>
      </w:tr>
      <w:tr w:rsidR="005C7954" w:rsidRPr="001D7A0A" w:rsidTr="003512F9">
        <w:trPr>
          <w:gridAfter w:val="1"/>
          <w:wAfter w:w="34" w:type="dxa"/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0203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ind w:left="-24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1D7A0A">
              <w:rPr>
                <w:rFonts w:ascii="Times New Roman" w:hAnsi="Times New Roman"/>
                <w:b/>
                <w:bCs/>
                <w:color w:val="0070C0"/>
              </w:rPr>
              <w:t>0,00</w:t>
            </w:r>
          </w:p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</w:p>
        </w:tc>
      </w:tr>
      <w:tr w:rsidR="005C7954" w:rsidRPr="001D7A0A" w:rsidTr="003512F9">
        <w:trPr>
          <w:gridAfter w:val="1"/>
          <w:wAfter w:w="34" w:type="dxa"/>
          <w:trHeight w:val="74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ind w:left="-24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1D7A0A">
              <w:rPr>
                <w:rFonts w:ascii="Times New Roman" w:hAnsi="Times New Roman"/>
                <w:b/>
                <w:bCs/>
                <w:color w:val="0070C0"/>
              </w:rPr>
              <w:t>0,00</w:t>
            </w:r>
          </w:p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</w:p>
        </w:tc>
      </w:tr>
      <w:tr w:rsidR="005C7954" w:rsidRPr="001D7A0A" w:rsidTr="003512F9">
        <w:trPr>
          <w:gridAfter w:val="1"/>
          <w:wAfter w:w="34" w:type="dxa"/>
          <w:trHeight w:val="4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</w:rPr>
              <w:t>Фонд оплаты труда государственных  (муниципальных) органов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D7A0A">
              <w:rPr>
                <w:rFonts w:ascii="Times New Roman" w:hAnsi="Times New Roman"/>
                <w:bCs/>
              </w:rPr>
              <w:t>121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1D7A0A">
              <w:rPr>
                <w:rFonts w:ascii="Times New Roman" w:hAnsi="Times New Roman"/>
                <w:b/>
                <w:bCs/>
                <w:color w:val="0070C0"/>
              </w:rPr>
              <w:t>0,00</w:t>
            </w:r>
          </w:p>
        </w:tc>
      </w:tr>
      <w:tr w:rsidR="005C7954" w:rsidRPr="001D7A0A" w:rsidTr="003512F9">
        <w:trPr>
          <w:gridAfter w:val="1"/>
          <w:wAfter w:w="34" w:type="dxa"/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</w:rPr>
              <w:t xml:space="preserve"> Иные выплаты персоналу государственных  (муниципальных) органов, за исключением фонда оплаты труда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D7A0A">
              <w:rPr>
                <w:rFonts w:ascii="Times New Roman" w:hAnsi="Times New Roman"/>
                <w:bCs/>
              </w:rPr>
              <w:t>122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1D7A0A">
              <w:rPr>
                <w:rFonts w:ascii="Times New Roman" w:hAnsi="Times New Roman"/>
                <w:b/>
                <w:bCs/>
                <w:color w:val="0070C0"/>
              </w:rPr>
              <w:t>0,00</w:t>
            </w:r>
          </w:p>
        </w:tc>
      </w:tr>
      <w:tr w:rsidR="005C7954" w:rsidRPr="001D7A0A" w:rsidTr="003512F9">
        <w:trPr>
          <w:gridAfter w:val="1"/>
          <w:wAfter w:w="34" w:type="dxa"/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D7A0A">
              <w:rPr>
                <w:rFonts w:ascii="Times New Roman" w:hAnsi="Times New Roman"/>
                <w:bCs/>
              </w:rPr>
              <w:t>242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1D7A0A">
              <w:rPr>
                <w:rFonts w:ascii="Times New Roman" w:hAnsi="Times New Roman"/>
                <w:b/>
                <w:bCs/>
                <w:color w:val="0070C0"/>
              </w:rPr>
              <w:t>0,00</w:t>
            </w:r>
          </w:p>
        </w:tc>
      </w:tr>
      <w:tr w:rsidR="005C7954" w:rsidRPr="001D7A0A" w:rsidTr="003512F9">
        <w:trPr>
          <w:gridAfter w:val="1"/>
          <w:wAfter w:w="34" w:type="dxa"/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D7A0A">
              <w:rPr>
                <w:rFonts w:ascii="Times New Roman" w:hAnsi="Times New Roman"/>
                <w:bCs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1D7A0A">
              <w:rPr>
                <w:rFonts w:ascii="Times New Roman" w:hAnsi="Times New Roman"/>
                <w:b/>
                <w:bCs/>
                <w:color w:val="0070C0"/>
              </w:rPr>
              <w:t>0,00</w:t>
            </w:r>
          </w:p>
        </w:tc>
      </w:tr>
      <w:tr w:rsidR="005C7954" w:rsidRPr="001D7A0A" w:rsidTr="003512F9">
        <w:trPr>
          <w:trHeight w:val="1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0400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1D7A0A">
              <w:rPr>
                <w:rFonts w:ascii="Times New Roman" w:hAnsi="Times New Roman"/>
                <w:b/>
                <w:bCs/>
                <w:color w:val="0070C0"/>
              </w:rPr>
              <w:t>513,8</w:t>
            </w:r>
          </w:p>
        </w:tc>
      </w:tr>
      <w:tr w:rsidR="005C7954" w:rsidRPr="001D7A0A" w:rsidTr="003512F9">
        <w:trPr>
          <w:trHeight w:val="5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0409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513,8</w:t>
            </w:r>
          </w:p>
        </w:tc>
      </w:tr>
      <w:tr w:rsidR="005C7954" w:rsidRPr="001D7A0A" w:rsidTr="003512F9">
        <w:trPr>
          <w:trHeight w:val="116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Дорожная деятельность в отношении автомобильных дорог местного значения, а также 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0409 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3150200120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513,8</w:t>
            </w:r>
          </w:p>
        </w:tc>
      </w:tr>
      <w:tr w:rsidR="005C7954" w:rsidRPr="001D7A0A" w:rsidTr="003512F9">
        <w:trPr>
          <w:trHeight w:val="27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0409 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3150200120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513,8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 xml:space="preserve">ЖИЛИЩНО-КОММУНАЛЬНОЕ ХОЗЯЙСТВО         </w:t>
            </w:r>
          </w:p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0500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66CC"/>
              </w:rPr>
            </w:pPr>
            <w:r w:rsidRPr="001D7A0A">
              <w:rPr>
                <w:rFonts w:ascii="Times New Roman" w:hAnsi="Times New Roman"/>
                <w:b/>
                <w:bCs/>
                <w:color w:val="0066CC"/>
              </w:rPr>
              <w:t>2800,0</w:t>
            </w:r>
          </w:p>
        </w:tc>
      </w:tr>
      <w:tr w:rsidR="005C7954" w:rsidRPr="001D7A0A" w:rsidTr="003512F9">
        <w:trPr>
          <w:trHeight w:val="27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 xml:space="preserve">Жилищное хозяйство                             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0501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376,0</w:t>
            </w:r>
          </w:p>
        </w:tc>
      </w:tr>
      <w:tr w:rsidR="005C7954" w:rsidRPr="001D7A0A" w:rsidTr="003512F9">
        <w:trPr>
          <w:trHeight w:val="34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 w:line="240" w:lineRule="auto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Капитальный ремонт государственного жилищного фонда субъектов РФ и муниципального жилищного фонда</w:t>
            </w:r>
          </w:p>
          <w:p w:rsidR="005C7954" w:rsidRPr="001D7A0A" w:rsidRDefault="005C7954" w:rsidP="004C38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0501 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3900200000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376,0</w:t>
            </w:r>
          </w:p>
        </w:tc>
      </w:tr>
      <w:tr w:rsidR="005C7954" w:rsidRPr="001D7A0A" w:rsidTr="003512F9">
        <w:trPr>
          <w:trHeight w:val="198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0501 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3900200000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366,0</w:t>
            </w:r>
          </w:p>
        </w:tc>
      </w:tr>
      <w:tr w:rsidR="005C7954" w:rsidRPr="001D7A0A" w:rsidTr="003512F9">
        <w:trPr>
          <w:trHeight w:val="537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3900300000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10,0</w:t>
            </w:r>
          </w:p>
        </w:tc>
      </w:tr>
      <w:tr w:rsidR="005C7954" w:rsidRPr="001D7A0A" w:rsidTr="003512F9">
        <w:trPr>
          <w:trHeight w:val="270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0502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1905,0</w:t>
            </w:r>
          </w:p>
        </w:tc>
      </w:tr>
      <w:tr w:rsidR="005C7954" w:rsidRPr="001D7A0A" w:rsidTr="003512F9">
        <w:trPr>
          <w:trHeight w:val="407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  <w:bCs/>
              </w:rPr>
            </w:pPr>
            <w:r w:rsidRPr="001D7A0A">
              <w:rPr>
                <w:rFonts w:ascii="Times New Roman" w:hAnsi="Times New Roman"/>
                <w:bCs/>
              </w:rPr>
              <w:t>Мероприятия в области коммунального хозяйства</w:t>
            </w:r>
          </w:p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3910500000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1854,0</w:t>
            </w:r>
          </w:p>
        </w:tc>
      </w:tr>
      <w:tr w:rsidR="005C7954" w:rsidRPr="001D7A0A" w:rsidTr="003512F9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3910500000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40,0</w:t>
            </w:r>
          </w:p>
        </w:tc>
      </w:tr>
      <w:tr w:rsidR="005C7954" w:rsidRPr="001D7A0A" w:rsidTr="003512F9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3910500000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1812,0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 xml:space="preserve">Уплата прочих налогов, сборов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3910500000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852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2,0</w:t>
            </w:r>
          </w:p>
        </w:tc>
      </w:tr>
      <w:tr w:rsidR="005C7954" w:rsidRPr="001D7A0A" w:rsidTr="003512F9">
        <w:trPr>
          <w:trHeight w:val="28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3910500090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51,0</w:t>
            </w:r>
          </w:p>
        </w:tc>
      </w:tr>
      <w:tr w:rsidR="005C7954" w:rsidRPr="001D7A0A" w:rsidTr="003512F9">
        <w:trPr>
          <w:trHeight w:val="28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3910500090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51,0</w:t>
            </w:r>
          </w:p>
        </w:tc>
      </w:tr>
      <w:tr w:rsidR="005C7954" w:rsidRPr="001D7A0A" w:rsidTr="003512F9">
        <w:trPr>
          <w:trHeight w:val="27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0503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519,0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  <w:bCs/>
                <w:iCs/>
              </w:rPr>
              <w:t>Благоустройство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6000000000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519,0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6000000100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460,0</w:t>
            </w:r>
          </w:p>
        </w:tc>
      </w:tr>
      <w:tr w:rsidR="005C7954" w:rsidRPr="001D7A0A" w:rsidTr="003512F9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6000000100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460,0</w:t>
            </w:r>
          </w:p>
        </w:tc>
      </w:tr>
      <w:tr w:rsidR="005C7954" w:rsidRPr="001D7A0A" w:rsidTr="003512F9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6000000500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59,0</w:t>
            </w:r>
          </w:p>
        </w:tc>
      </w:tr>
      <w:tr w:rsidR="005C7954" w:rsidRPr="001D7A0A" w:rsidTr="003512F9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6000000500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39,0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 xml:space="preserve">Уплата прочих налогов, сборов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0503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6000000500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852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20,0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КУЛЬТУРА</w:t>
            </w:r>
          </w:p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0800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66CC"/>
              </w:rPr>
            </w:pPr>
            <w:r w:rsidRPr="001D7A0A">
              <w:rPr>
                <w:rFonts w:ascii="Times New Roman" w:hAnsi="Times New Roman"/>
                <w:b/>
                <w:bCs/>
                <w:color w:val="0066CC"/>
              </w:rPr>
              <w:t>2453,9</w:t>
            </w:r>
          </w:p>
        </w:tc>
      </w:tr>
      <w:tr w:rsidR="005C7954" w:rsidRPr="001D7A0A" w:rsidTr="003512F9">
        <w:trPr>
          <w:trHeight w:val="309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Культура</w:t>
            </w:r>
          </w:p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1D7A0A">
              <w:rPr>
                <w:rFonts w:ascii="Times New Roman" w:hAnsi="Times New Roman"/>
                <w:i/>
                <w:iCs/>
              </w:rPr>
              <w:t>2453,9</w:t>
            </w:r>
          </w:p>
        </w:tc>
      </w:tr>
      <w:tr w:rsidR="005C7954" w:rsidRPr="001D7A0A" w:rsidTr="003512F9">
        <w:trPr>
          <w:trHeight w:val="5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1839,0</w:t>
            </w:r>
          </w:p>
        </w:tc>
      </w:tr>
      <w:tr w:rsidR="005C7954" w:rsidRPr="001D7A0A" w:rsidTr="003512F9">
        <w:trPr>
          <w:trHeight w:val="28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Фонд оплаты труда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111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1073,0</w:t>
            </w:r>
          </w:p>
        </w:tc>
      </w:tr>
      <w:tr w:rsidR="005C7954" w:rsidRPr="001D7A0A" w:rsidTr="003512F9">
        <w:trPr>
          <w:trHeight w:val="7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112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17,2</w:t>
            </w:r>
          </w:p>
        </w:tc>
      </w:tr>
      <w:tr w:rsidR="005C7954" w:rsidRPr="001D7A0A" w:rsidTr="003512F9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119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325,0</w:t>
            </w:r>
          </w:p>
        </w:tc>
      </w:tr>
      <w:tr w:rsidR="005C7954" w:rsidRPr="001D7A0A" w:rsidTr="003512F9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23,3</w:t>
            </w:r>
          </w:p>
        </w:tc>
      </w:tr>
      <w:tr w:rsidR="005C7954" w:rsidRPr="001D7A0A" w:rsidTr="003512F9">
        <w:trPr>
          <w:trHeight w:val="5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399,5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 xml:space="preserve">Уплата прочих налогов, сборов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44009900000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852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1,0</w:t>
            </w:r>
          </w:p>
        </w:tc>
      </w:tr>
      <w:tr w:rsidR="005C7954" w:rsidRPr="001D7A0A" w:rsidTr="003512F9">
        <w:trPr>
          <w:trHeight w:val="51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Расходы за счет доходов от платных услуг, оказываемых муниципальными казенными учреждениями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4400900090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68,0</w:t>
            </w:r>
          </w:p>
        </w:tc>
      </w:tr>
      <w:tr w:rsidR="005C7954" w:rsidRPr="001D7A0A" w:rsidTr="003512F9">
        <w:trPr>
          <w:trHeight w:val="146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Прочие закупки товаров, работ, услуг для обеспечения государственных (муниципальных) нужд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4400900090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244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68,0</w:t>
            </w:r>
          </w:p>
        </w:tc>
      </w:tr>
      <w:tr w:rsidR="005C7954" w:rsidRPr="001D7A0A" w:rsidTr="003512F9">
        <w:trPr>
          <w:trHeight w:val="76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1016440660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36,5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Фонд оплаты труда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1016440660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111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28,0</w:t>
            </w:r>
          </w:p>
        </w:tc>
      </w:tr>
      <w:tr w:rsidR="005C7954" w:rsidRPr="001D7A0A" w:rsidTr="003512F9">
        <w:trPr>
          <w:trHeight w:val="557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Взносы по обязательному социальному страхованию на выплаты по оплате труда  и иные выплаты работникам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0801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1016440660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119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8,5</w:t>
            </w:r>
          </w:p>
        </w:tc>
      </w:tr>
      <w:tr w:rsidR="005C7954" w:rsidRPr="001D7A0A" w:rsidTr="003512F9">
        <w:trPr>
          <w:trHeight w:val="557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Достижение целевых показателей по плану мероприятий ("дорожной карте")» Изменения  в сфере культуры  направленные на повышение её эффективности" 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1016440650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510,4</w:t>
            </w:r>
          </w:p>
        </w:tc>
      </w:tr>
      <w:tr w:rsidR="005C7954" w:rsidRPr="001D7A0A" w:rsidTr="003512F9">
        <w:trPr>
          <w:trHeight w:val="77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Фонд оплаты труда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1016440650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111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392,0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Взносы по обязательному социальному страхованию на выплаты по оплате труда  и иные выплаты работникам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0801 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1016440650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119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118,4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1000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1D7A0A">
              <w:rPr>
                <w:rFonts w:ascii="Times New Roman" w:hAnsi="Times New Roman"/>
                <w:b/>
                <w:bCs/>
                <w:color w:val="0070C0"/>
              </w:rPr>
              <w:t>868,1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1103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</w:rPr>
              <w:t>1116040710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50,0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 xml:space="preserve">"Охрана семьи и детства"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950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1004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868,1</w:t>
            </w:r>
          </w:p>
        </w:tc>
      </w:tr>
      <w:tr w:rsidR="005C7954" w:rsidRPr="001D7A0A" w:rsidTr="003512F9">
        <w:trPr>
          <w:trHeight w:val="58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Основное мероприятие " 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1004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12280</w:t>
            </w:r>
            <w:r w:rsidRPr="001D7A0A">
              <w:rPr>
                <w:rFonts w:ascii="Times New Roman" w:hAnsi="Times New Roman"/>
                <w:lang w:val="en-US"/>
              </w:rPr>
              <w:t>R</w:t>
            </w:r>
            <w:r w:rsidRPr="001D7A0A">
              <w:rPr>
                <w:rFonts w:ascii="Times New Roman" w:hAnsi="Times New Roman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868,1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Приобретение товаров, работ, услуг в пользу граждан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1004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12280</w:t>
            </w:r>
            <w:r w:rsidRPr="001D7A0A">
              <w:rPr>
                <w:rFonts w:ascii="Times New Roman" w:hAnsi="Times New Roman"/>
                <w:lang w:val="en-US"/>
              </w:rPr>
              <w:t>R</w:t>
            </w:r>
            <w:r w:rsidRPr="001D7A0A">
              <w:rPr>
                <w:rFonts w:ascii="Times New Roman" w:hAnsi="Times New Roman"/>
              </w:rPr>
              <w:t>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323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</w:rPr>
              <w:t>868,1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D7A0A">
              <w:rPr>
                <w:rFonts w:ascii="Times New Roman" w:hAnsi="Times New Roman"/>
                <w:b/>
                <w:bCs/>
              </w:rPr>
              <w:t>1100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66CC"/>
                <w:lang w:val="en-US"/>
              </w:rPr>
            </w:pPr>
            <w:r w:rsidRPr="001D7A0A">
              <w:rPr>
                <w:rFonts w:ascii="Times New Roman" w:hAnsi="Times New Roman"/>
                <w:b/>
                <w:bCs/>
                <w:color w:val="0066CC"/>
                <w:lang w:val="en-US"/>
              </w:rPr>
              <w:t>182</w:t>
            </w:r>
            <w:r w:rsidRPr="001D7A0A">
              <w:rPr>
                <w:rFonts w:ascii="Times New Roman" w:hAnsi="Times New Roman"/>
                <w:b/>
                <w:bCs/>
                <w:color w:val="0066CC"/>
              </w:rPr>
              <w:t>,</w:t>
            </w:r>
            <w:r w:rsidRPr="001D7A0A">
              <w:rPr>
                <w:rFonts w:ascii="Times New Roman" w:hAnsi="Times New Roman"/>
                <w:b/>
                <w:bCs/>
                <w:color w:val="0066CC"/>
                <w:lang w:val="en-US"/>
              </w:rPr>
              <w:t>1</w:t>
            </w:r>
          </w:p>
        </w:tc>
      </w:tr>
      <w:tr w:rsidR="005C7954" w:rsidRPr="001D7A0A" w:rsidTr="003512F9">
        <w:trPr>
          <w:trHeight w:val="157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Другие вопросы в области здравоохранения, физической культуры и 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1101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lang w:val="en-US"/>
              </w:rPr>
            </w:pPr>
            <w:r w:rsidRPr="001D7A0A">
              <w:rPr>
                <w:rFonts w:ascii="Times New Roman" w:hAnsi="Times New Roman"/>
                <w:b/>
                <w:bCs/>
                <w:i/>
                <w:iCs/>
                <w:lang w:val="en-US"/>
              </w:rPr>
              <w:t>182</w:t>
            </w:r>
            <w:r w:rsidRPr="001D7A0A">
              <w:rPr>
                <w:rFonts w:ascii="Times New Roman" w:hAnsi="Times New Roman"/>
                <w:b/>
                <w:bCs/>
                <w:i/>
                <w:iCs/>
              </w:rPr>
              <w:t>,</w:t>
            </w:r>
            <w:r w:rsidRPr="001D7A0A">
              <w:rPr>
                <w:rFonts w:ascii="Times New Roman" w:hAnsi="Times New Roman"/>
                <w:b/>
                <w:bCs/>
                <w:i/>
                <w:iCs/>
                <w:lang w:val="en-US"/>
              </w:rPr>
              <w:t>1</w:t>
            </w:r>
          </w:p>
        </w:tc>
      </w:tr>
      <w:tr w:rsidR="005C7954" w:rsidRPr="001D7A0A" w:rsidTr="003512F9">
        <w:trPr>
          <w:trHeight w:val="5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1101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D7A0A">
              <w:rPr>
                <w:rFonts w:ascii="Times New Roman" w:hAnsi="Times New Roman"/>
                <w:lang w:val="en-US"/>
              </w:rPr>
              <w:t>0816040310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D7A0A">
              <w:rPr>
                <w:rFonts w:ascii="Times New Roman" w:hAnsi="Times New Roman"/>
                <w:lang w:val="en-US"/>
              </w:rPr>
              <w:t>182</w:t>
            </w:r>
            <w:r w:rsidRPr="001D7A0A">
              <w:rPr>
                <w:rFonts w:ascii="Times New Roman" w:hAnsi="Times New Roman"/>
              </w:rPr>
              <w:t>,</w:t>
            </w:r>
            <w:r w:rsidRPr="001D7A0A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Фонд оплаты труда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111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1D7A0A">
              <w:rPr>
                <w:rFonts w:ascii="Times New Roman" w:hAnsi="Times New Roman"/>
                <w:color w:val="FF0000"/>
                <w:lang w:val="en-US"/>
              </w:rPr>
              <w:t>139</w:t>
            </w:r>
            <w:r w:rsidRPr="001D7A0A">
              <w:rPr>
                <w:rFonts w:ascii="Times New Roman" w:hAnsi="Times New Roman"/>
                <w:color w:val="FF0000"/>
              </w:rPr>
              <w:t>,</w:t>
            </w:r>
            <w:r w:rsidRPr="001D7A0A">
              <w:rPr>
                <w:rFonts w:ascii="Times New Roman" w:hAnsi="Times New Roman"/>
                <w:color w:val="FF0000"/>
                <w:lang w:val="en-US"/>
              </w:rPr>
              <w:t>9</w:t>
            </w:r>
          </w:p>
        </w:tc>
      </w:tr>
      <w:tr w:rsidR="005C7954" w:rsidRPr="001D7A0A" w:rsidTr="003512F9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Взносы по обязательному социальному страхованию на выплаты по оплате труда  и иные выплаты работникам казенных учреждений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</w:rPr>
            </w:pPr>
            <w:r w:rsidRPr="001D7A0A">
              <w:rPr>
                <w:rFonts w:ascii="Times New Roman" w:hAnsi="Times New Roman"/>
              </w:rPr>
              <w:t> 1101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D7A0A">
              <w:rPr>
                <w:rFonts w:ascii="Times New Roman" w:hAnsi="Times New Roman"/>
                <w:lang w:val="en-US"/>
              </w:rPr>
              <w:t>0816040310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D7A0A">
              <w:rPr>
                <w:rFonts w:ascii="Times New Roman" w:hAnsi="Times New Roman"/>
                <w:lang w:val="en-US"/>
              </w:rPr>
              <w:t>119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954" w:rsidRPr="001D7A0A" w:rsidRDefault="005C7954" w:rsidP="004C389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1D7A0A">
              <w:rPr>
                <w:rFonts w:ascii="Times New Roman" w:hAnsi="Times New Roman"/>
                <w:color w:val="FF0000"/>
                <w:lang w:val="en-US"/>
              </w:rPr>
              <w:t>42</w:t>
            </w:r>
            <w:r w:rsidRPr="001D7A0A">
              <w:rPr>
                <w:rFonts w:ascii="Times New Roman" w:hAnsi="Times New Roman"/>
                <w:color w:val="FF0000"/>
              </w:rPr>
              <w:t>,</w:t>
            </w:r>
            <w:r w:rsidRPr="001D7A0A">
              <w:rPr>
                <w:rFonts w:ascii="Times New Roman" w:hAnsi="Times New Roman"/>
                <w:color w:val="FF0000"/>
                <w:lang w:val="en-US"/>
              </w:rPr>
              <w:t>2</w:t>
            </w:r>
          </w:p>
        </w:tc>
      </w:tr>
    </w:tbl>
    <w:p w:rsidR="005C7954" w:rsidRPr="00A447D6" w:rsidRDefault="005C7954" w:rsidP="004C3898">
      <w:pPr>
        <w:spacing w:after="0"/>
        <w:rPr>
          <w:rFonts w:ascii="Times New Roman" w:hAnsi="Times New Roman"/>
        </w:rPr>
      </w:pPr>
    </w:p>
    <w:sectPr w:rsidR="005C7954" w:rsidRPr="00A447D6" w:rsidSect="003512F9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7D6"/>
    <w:rsid w:val="00044C34"/>
    <w:rsid w:val="000B63D5"/>
    <w:rsid w:val="00124ED5"/>
    <w:rsid w:val="001D7A0A"/>
    <w:rsid w:val="00212276"/>
    <w:rsid w:val="00273B8D"/>
    <w:rsid w:val="003512F9"/>
    <w:rsid w:val="003D1DBC"/>
    <w:rsid w:val="004C3898"/>
    <w:rsid w:val="005C7954"/>
    <w:rsid w:val="0067175C"/>
    <w:rsid w:val="006A0841"/>
    <w:rsid w:val="00856018"/>
    <w:rsid w:val="009C6D86"/>
    <w:rsid w:val="00A012A7"/>
    <w:rsid w:val="00A447D6"/>
    <w:rsid w:val="00B2679E"/>
    <w:rsid w:val="00BD1C96"/>
    <w:rsid w:val="00BD33EA"/>
    <w:rsid w:val="00C328F6"/>
    <w:rsid w:val="00C70D57"/>
    <w:rsid w:val="00D22243"/>
    <w:rsid w:val="00D4380A"/>
    <w:rsid w:val="00D70D55"/>
    <w:rsid w:val="00D85B49"/>
    <w:rsid w:val="00E70B12"/>
    <w:rsid w:val="00F370B4"/>
    <w:rsid w:val="00F41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D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4</Pages>
  <Words>1237</Words>
  <Characters>7055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Заводской</dc:creator>
  <cp:keywords/>
  <dc:description/>
  <cp:lastModifiedBy>Larisa Nikolaevna</cp:lastModifiedBy>
  <cp:revision>15</cp:revision>
  <cp:lastPrinted>2015-11-26T06:35:00Z</cp:lastPrinted>
  <dcterms:created xsi:type="dcterms:W3CDTF">2015-11-18T08:34:00Z</dcterms:created>
  <dcterms:modified xsi:type="dcterms:W3CDTF">2015-11-26T06:36:00Z</dcterms:modified>
</cp:coreProperties>
</file>