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2" w:type="dxa"/>
        <w:tblInd w:w="97" w:type="dxa"/>
        <w:tblLook w:val="00A0"/>
      </w:tblPr>
      <w:tblGrid>
        <w:gridCol w:w="4973"/>
        <w:gridCol w:w="1267"/>
        <w:gridCol w:w="858"/>
        <w:gridCol w:w="1452"/>
        <w:gridCol w:w="674"/>
        <w:gridCol w:w="34"/>
        <w:gridCol w:w="1013"/>
        <w:gridCol w:w="91"/>
      </w:tblGrid>
      <w:tr w:rsidR="00646EDC" w:rsidRPr="008E55C9" w:rsidTr="009B611D">
        <w:trPr>
          <w:gridAfter w:val="1"/>
          <w:wAfter w:w="91" w:type="dxa"/>
          <w:trHeight w:val="255"/>
        </w:trPr>
        <w:tc>
          <w:tcPr>
            <w:tcW w:w="1027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6EDC" w:rsidRPr="008E55C9" w:rsidRDefault="00646EDC" w:rsidP="00A447D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Приложение № 7</w:t>
            </w:r>
          </w:p>
        </w:tc>
      </w:tr>
      <w:tr w:rsidR="00646EDC" w:rsidRPr="008E55C9" w:rsidTr="009B611D">
        <w:trPr>
          <w:gridAfter w:val="1"/>
          <w:wAfter w:w="91" w:type="dxa"/>
          <w:trHeight w:val="255"/>
        </w:trPr>
        <w:tc>
          <w:tcPr>
            <w:tcW w:w="1027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6EDC" w:rsidRPr="008E55C9" w:rsidRDefault="00646EDC" w:rsidP="00A447D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  <w:color w:val="000000"/>
              </w:rPr>
              <w:t>к решению Совета поселения</w:t>
            </w:r>
          </w:p>
        </w:tc>
      </w:tr>
      <w:tr w:rsidR="00646EDC" w:rsidRPr="008E55C9" w:rsidTr="009B611D">
        <w:trPr>
          <w:gridAfter w:val="1"/>
          <w:wAfter w:w="91" w:type="dxa"/>
          <w:trHeight w:val="255"/>
        </w:trPr>
        <w:tc>
          <w:tcPr>
            <w:tcW w:w="1027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6EDC" w:rsidRPr="008E55C9" w:rsidRDefault="00646EDC" w:rsidP="00A447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  <w:color w:val="FF0000"/>
              </w:rPr>
              <w:t xml:space="preserve">                                                                                                                                                    </w:t>
            </w:r>
            <w:r w:rsidRPr="00716B70">
              <w:rPr>
                <w:rFonts w:ascii="Times New Roman" w:hAnsi="Times New Roman"/>
                <w:sz w:val="20"/>
                <w:szCs w:val="20"/>
              </w:rPr>
              <w:t>от 28.12.2015  №  34</w:t>
            </w:r>
          </w:p>
        </w:tc>
      </w:tr>
      <w:tr w:rsidR="00646EDC" w:rsidRPr="008E55C9" w:rsidTr="009B611D">
        <w:trPr>
          <w:trHeight w:val="255"/>
        </w:trPr>
        <w:tc>
          <w:tcPr>
            <w:tcW w:w="10362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46EDC" w:rsidRPr="008E55C9" w:rsidRDefault="00646EDC" w:rsidP="00A447D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Распределение бюджетных ассигнований по разделам, подразделам, целевым статьям и видам</w:t>
            </w:r>
          </w:p>
        </w:tc>
      </w:tr>
      <w:tr w:rsidR="00646EDC" w:rsidRPr="008E55C9" w:rsidTr="009B611D">
        <w:trPr>
          <w:trHeight w:val="255"/>
        </w:trPr>
        <w:tc>
          <w:tcPr>
            <w:tcW w:w="10362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46EDC" w:rsidRPr="008E55C9" w:rsidRDefault="00646EDC" w:rsidP="00A447D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расходов бюджета в ведомственной структуре расходов бюджета</w:t>
            </w:r>
          </w:p>
        </w:tc>
      </w:tr>
      <w:tr w:rsidR="00646EDC" w:rsidRPr="008E55C9" w:rsidTr="009B611D">
        <w:trPr>
          <w:trHeight w:val="255"/>
        </w:trPr>
        <w:tc>
          <w:tcPr>
            <w:tcW w:w="10362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46EDC" w:rsidRPr="008E55C9" w:rsidRDefault="00646EDC" w:rsidP="00A447D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Заводского сельского поселения на 2016 год</w:t>
            </w:r>
          </w:p>
        </w:tc>
      </w:tr>
      <w:tr w:rsidR="00646EDC" w:rsidRPr="008E55C9" w:rsidTr="009B611D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EDC" w:rsidRPr="008E55C9" w:rsidRDefault="00646EDC" w:rsidP="00A447D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46EDC" w:rsidRPr="008E55C9" w:rsidRDefault="00646EDC" w:rsidP="001126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46EDC" w:rsidRPr="008E55C9" w:rsidRDefault="00646EDC" w:rsidP="001126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46EDC" w:rsidRPr="008E55C9" w:rsidRDefault="00646EDC" w:rsidP="001126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46EDC" w:rsidRPr="008E55C9" w:rsidRDefault="00646EDC" w:rsidP="001126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46EDC" w:rsidRPr="008E55C9" w:rsidRDefault="00646EDC" w:rsidP="001126CD">
            <w:pPr>
              <w:jc w:val="center"/>
              <w:rPr>
                <w:rFonts w:ascii="Times New Roman" w:hAnsi="Times New Roman"/>
              </w:rPr>
            </w:pPr>
          </w:p>
        </w:tc>
      </w:tr>
      <w:tr w:rsidR="00646EDC" w:rsidRPr="008E55C9" w:rsidTr="009B611D">
        <w:trPr>
          <w:trHeight w:val="765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Наименование получателей средств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Ведомства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КФСР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КЦСР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КВР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Сумма (тыс. руб.)</w:t>
            </w:r>
          </w:p>
        </w:tc>
      </w:tr>
      <w:tr w:rsidR="00646EDC" w:rsidRPr="008E55C9" w:rsidTr="009B611D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Заводское сельское поселение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950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587A1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339966"/>
              </w:rPr>
            </w:pPr>
            <w:r w:rsidRPr="008E55C9">
              <w:rPr>
                <w:rFonts w:ascii="Times New Roman" w:hAnsi="Times New Roman"/>
                <w:b/>
                <w:bCs/>
                <w:color w:val="339966"/>
              </w:rPr>
              <w:t>11568,7</w:t>
            </w:r>
          </w:p>
        </w:tc>
      </w:tr>
      <w:tr w:rsidR="00646EDC" w:rsidRPr="008E55C9" w:rsidTr="009B611D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30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0100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66CC"/>
              </w:rPr>
            </w:pPr>
            <w:r w:rsidRPr="008E55C9">
              <w:rPr>
                <w:rFonts w:ascii="Times New Roman" w:hAnsi="Times New Roman"/>
                <w:b/>
                <w:bCs/>
                <w:color w:val="0066CC"/>
              </w:rPr>
              <w:t>4002,2</w:t>
            </w:r>
          </w:p>
        </w:tc>
      </w:tr>
      <w:tr w:rsidR="00646EDC" w:rsidRPr="008E55C9" w:rsidTr="009B611D">
        <w:trPr>
          <w:trHeight w:val="132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0102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020000000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 xml:space="preserve">     857,0</w:t>
            </w:r>
          </w:p>
        </w:tc>
      </w:tr>
      <w:tr w:rsidR="00646EDC" w:rsidRPr="008E55C9" w:rsidTr="009B611D">
        <w:trPr>
          <w:trHeight w:val="379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Глава Муниципального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0102 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0020300000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857,0</w:t>
            </w:r>
          </w:p>
        </w:tc>
      </w:tr>
      <w:tr w:rsidR="00646EDC" w:rsidRPr="008E55C9" w:rsidTr="009B611D">
        <w:trPr>
          <w:trHeight w:val="5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0102 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0020300000 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121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658,0</w:t>
            </w:r>
          </w:p>
        </w:tc>
      </w:tr>
      <w:tr w:rsidR="00646EDC" w:rsidRPr="008E55C9" w:rsidTr="009B611D">
        <w:trPr>
          <w:trHeight w:val="279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0102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0020300000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129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199,0</w:t>
            </w:r>
          </w:p>
        </w:tc>
      </w:tr>
      <w:tr w:rsidR="00646EDC" w:rsidRPr="008E55C9" w:rsidTr="009B611D">
        <w:trPr>
          <w:trHeight w:val="842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0104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3056,0</w:t>
            </w:r>
          </w:p>
        </w:tc>
      </w:tr>
      <w:tr w:rsidR="00646EDC" w:rsidRPr="008E55C9" w:rsidTr="009B611D">
        <w:trPr>
          <w:trHeight w:val="312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0104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0020000000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3056,0</w:t>
            </w:r>
          </w:p>
        </w:tc>
      </w:tr>
      <w:tr w:rsidR="00646EDC" w:rsidRPr="008E55C9" w:rsidTr="009B611D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0104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0020400000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3056,0</w:t>
            </w:r>
          </w:p>
        </w:tc>
      </w:tr>
      <w:tr w:rsidR="00646EDC" w:rsidRPr="008E55C9" w:rsidTr="009B611D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0104 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0020400000 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121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1646,0</w:t>
            </w:r>
          </w:p>
        </w:tc>
      </w:tr>
      <w:tr w:rsidR="00646EDC" w:rsidRPr="008E55C9" w:rsidTr="009B611D">
        <w:trPr>
          <w:trHeight w:val="26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0104 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0020400000 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129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497,0</w:t>
            </w:r>
          </w:p>
        </w:tc>
      </w:tr>
      <w:tr w:rsidR="00646EDC" w:rsidRPr="008E55C9" w:rsidTr="009B611D">
        <w:trPr>
          <w:trHeight w:val="88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0104 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0020400000 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122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10,2</w:t>
            </w:r>
          </w:p>
        </w:tc>
      </w:tr>
      <w:tr w:rsidR="00646EDC" w:rsidRPr="008E55C9" w:rsidTr="009B611D">
        <w:trPr>
          <w:trHeight w:val="51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0104 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0020400000 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242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330,0</w:t>
            </w:r>
          </w:p>
        </w:tc>
      </w:tr>
      <w:tr w:rsidR="00646EDC" w:rsidRPr="008E55C9" w:rsidTr="009B611D">
        <w:trPr>
          <w:trHeight w:val="51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0104 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0020400000 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243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30,0</w:t>
            </w:r>
          </w:p>
        </w:tc>
      </w:tr>
      <w:tr w:rsidR="00646EDC" w:rsidRPr="008E55C9" w:rsidTr="009B611D">
        <w:trPr>
          <w:trHeight w:val="51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0104 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0020400000 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244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532,8</w:t>
            </w:r>
          </w:p>
        </w:tc>
      </w:tr>
      <w:tr w:rsidR="00646EDC" w:rsidRPr="008E55C9" w:rsidTr="009B611D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 xml:space="preserve">Уплата прочих налогов, сборов 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0104 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0020400000 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852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10,0</w:t>
            </w:r>
          </w:p>
        </w:tc>
      </w:tr>
      <w:tr w:rsidR="00646EDC" w:rsidRPr="008E55C9" w:rsidTr="009B611D">
        <w:trPr>
          <w:trHeight w:val="429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 xml:space="preserve">"Обеспечение деятельности финансовых, налоговых и таможенных органов и органов финансового (финансово-бюджетного) надзора" 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0106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12,0</w:t>
            </w:r>
          </w:p>
        </w:tc>
      </w:tr>
      <w:tr w:rsidR="00646EDC" w:rsidRPr="008E55C9" w:rsidTr="009B611D">
        <w:trPr>
          <w:trHeight w:val="156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0106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0020400000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12,0</w:t>
            </w:r>
          </w:p>
        </w:tc>
      </w:tr>
      <w:tr w:rsidR="00646EDC" w:rsidRPr="008E55C9" w:rsidTr="009B611D">
        <w:trPr>
          <w:trHeight w:val="5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0106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0020400000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540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12,0 </w:t>
            </w:r>
          </w:p>
        </w:tc>
      </w:tr>
      <w:tr w:rsidR="00646EDC" w:rsidRPr="008E55C9" w:rsidTr="009B611D">
        <w:trPr>
          <w:trHeight w:val="178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Резервные фонды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0111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40,0</w:t>
            </w:r>
          </w:p>
        </w:tc>
      </w:tr>
      <w:tr w:rsidR="00646EDC" w:rsidRPr="008E55C9" w:rsidTr="009B611D">
        <w:trPr>
          <w:trHeight w:val="54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Резервные фонды местных администраций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0111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070000500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40,0</w:t>
            </w:r>
          </w:p>
        </w:tc>
      </w:tr>
      <w:tr w:rsidR="00646EDC" w:rsidRPr="008E55C9" w:rsidTr="009B611D">
        <w:trPr>
          <w:trHeight w:val="72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Резервные средства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0111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070000500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870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40,0</w:t>
            </w:r>
          </w:p>
        </w:tc>
      </w:tr>
      <w:tr w:rsidR="00646EDC" w:rsidRPr="008E55C9" w:rsidTr="009B611D">
        <w:trPr>
          <w:trHeight w:val="104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Другие 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0113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37,2</w:t>
            </w:r>
          </w:p>
        </w:tc>
      </w:tr>
      <w:tr w:rsidR="00646EDC" w:rsidRPr="008E55C9" w:rsidTr="009B611D">
        <w:trPr>
          <w:trHeight w:val="108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Выполнение других обязательств государства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i/>
                <w:iCs/>
              </w:rPr>
            </w:pPr>
            <w:r w:rsidRPr="008E55C9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i/>
                <w:iCs/>
              </w:rPr>
            </w:pPr>
            <w:r w:rsidRPr="008E55C9">
              <w:rPr>
                <w:rFonts w:ascii="Times New Roman" w:hAnsi="Times New Roman"/>
                <w:i/>
                <w:iCs/>
              </w:rPr>
              <w:t> 0113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092030000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37,2</w:t>
            </w:r>
          </w:p>
        </w:tc>
      </w:tr>
      <w:tr w:rsidR="00646EDC" w:rsidRPr="008E55C9" w:rsidTr="009B611D">
        <w:trPr>
          <w:trHeight w:val="254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i/>
                <w:iCs/>
              </w:rPr>
            </w:pPr>
            <w:r w:rsidRPr="008E55C9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i/>
                <w:iCs/>
              </w:rPr>
            </w:pPr>
            <w:r w:rsidRPr="008E55C9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244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37,2</w:t>
            </w:r>
          </w:p>
        </w:tc>
      </w:tr>
      <w:tr w:rsidR="00646EDC" w:rsidRPr="008E55C9" w:rsidTr="009B611D">
        <w:trPr>
          <w:trHeight w:val="134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Национальная оборона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0200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8E55C9">
              <w:rPr>
                <w:rFonts w:ascii="Times New Roman" w:hAnsi="Times New Roman"/>
                <w:b/>
                <w:bCs/>
                <w:color w:val="0070C0"/>
              </w:rPr>
              <w:t>107,6</w:t>
            </w:r>
          </w:p>
        </w:tc>
      </w:tr>
      <w:tr w:rsidR="00646EDC" w:rsidRPr="008E55C9" w:rsidTr="009B611D">
        <w:trPr>
          <w:trHeight w:val="134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0203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2128151180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ind w:left="-249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8E55C9">
              <w:rPr>
                <w:rFonts w:ascii="Times New Roman" w:hAnsi="Times New Roman"/>
                <w:b/>
                <w:bCs/>
                <w:color w:val="0070C0"/>
              </w:rPr>
              <w:t>107,6</w:t>
            </w:r>
          </w:p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</w:p>
        </w:tc>
      </w:tr>
      <w:tr w:rsidR="00646EDC" w:rsidRPr="008E55C9" w:rsidTr="009B611D">
        <w:trPr>
          <w:trHeight w:val="742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8E55C9">
              <w:rPr>
                <w:rFonts w:ascii="Times New Roman" w:hAnsi="Times New Roman"/>
                <w:bCs/>
              </w:rPr>
              <w:t>2128151180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ind w:left="-249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8E55C9">
              <w:rPr>
                <w:rFonts w:ascii="Times New Roman" w:hAnsi="Times New Roman"/>
                <w:b/>
                <w:bCs/>
                <w:color w:val="0070C0"/>
              </w:rPr>
              <w:t>107,6</w:t>
            </w:r>
          </w:p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</w:p>
        </w:tc>
      </w:tr>
      <w:tr w:rsidR="00646EDC" w:rsidRPr="008E55C9" w:rsidTr="009B611D">
        <w:trPr>
          <w:trHeight w:val="41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</w:rPr>
              <w:t>Фонд оплаты труда государственных 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Cs/>
              </w:rPr>
              <w:t>2128151180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8E55C9">
              <w:rPr>
                <w:rFonts w:ascii="Times New Roman" w:hAnsi="Times New Roman"/>
                <w:bCs/>
              </w:rPr>
              <w:t>121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8E55C9">
              <w:rPr>
                <w:rFonts w:ascii="Times New Roman" w:hAnsi="Times New Roman"/>
                <w:b/>
                <w:bCs/>
                <w:color w:val="0070C0"/>
              </w:rPr>
              <w:t>73,0</w:t>
            </w:r>
          </w:p>
        </w:tc>
      </w:tr>
      <w:tr w:rsidR="00646EDC" w:rsidRPr="008E55C9" w:rsidTr="009B611D">
        <w:trPr>
          <w:trHeight w:val="134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</w:rPr>
              <w:t xml:space="preserve"> Иные выплаты персоналу государственных  (муниципальных) органов, за исключением фонда оплаты труда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Cs/>
              </w:rPr>
              <w:t>2128151180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8E55C9">
              <w:rPr>
                <w:rFonts w:ascii="Times New Roman" w:hAnsi="Times New Roman"/>
                <w:bCs/>
              </w:rPr>
              <w:t>129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8E55C9">
              <w:rPr>
                <w:rFonts w:ascii="Times New Roman" w:hAnsi="Times New Roman"/>
                <w:b/>
                <w:bCs/>
                <w:color w:val="0070C0"/>
              </w:rPr>
              <w:t>23,0</w:t>
            </w:r>
          </w:p>
        </w:tc>
      </w:tr>
      <w:tr w:rsidR="00646EDC" w:rsidRPr="008E55C9" w:rsidTr="009B611D">
        <w:trPr>
          <w:trHeight w:val="134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Cs/>
              </w:rPr>
              <w:t>2128151180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8E55C9">
              <w:rPr>
                <w:rFonts w:ascii="Times New Roman" w:hAnsi="Times New Roman"/>
                <w:bCs/>
              </w:rPr>
              <w:t>242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8E55C9">
              <w:rPr>
                <w:rFonts w:ascii="Times New Roman" w:hAnsi="Times New Roman"/>
                <w:b/>
                <w:bCs/>
                <w:color w:val="0070C0"/>
              </w:rPr>
              <w:t>0,00</w:t>
            </w:r>
          </w:p>
        </w:tc>
      </w:tr>
      <w:tr w:rsidR="00646EDC" w:rsidRPr="008E55C9" w:rsidTr="009B611D">
        <w:trPr>
          <w:trHeight w:val="134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Cs/>
              </w:rPr>
              <w:t>2128151180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8E55C9">
              <w:rPr>
                <w:rFonts w:ascii="Times New Roman" w:hAnsi="Times New Roman"/>
                <w:bCs/>
              </w:rPr>
              <w:t>244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8E55C9">
              <w:rPr>
                <w:rFonts w:ascii="Times New Roman" w:hAnsi="Times New Roman"/>
                <w:b/>
                <w:bCs/>
                <w:color w:val="0070C0"/>
              </w:rPr>
              <w:t>11,6</w:t>
            </w:r>
          </w:p>
        </w:tc>
      </w:tr>
      <w:tr w:rsidR="00646EDC" w:rsidRPr="008E55C9" w:rsidTr="009B611D">
        <w:trPr>
          <w:trHeight w:val="134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НАЦИОНАЛЬНАЯ ЭКОНОМИКА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30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0400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8E55C9">
              <w:rPr>
                <w:rFonts w:ascii="Times New Roman" w:hAnsi="Times New Roman"/>
                <w:b/>
                <w:bCs/>
                <w:color w:val="0070C0"/>
              </w:rPr>
              <w:t>513,8</w:t>
            </w:r>
          </w:p>
        </w:tc>
      </w:tr>
      <w:tr w:rsidR="00646EDC" w:rsidRPr="008E55C9" w:rsidTr="009B611D">
        <w:trPr>
          <w:trHeight w:val="5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Дорожное хозяйство (дорожные фонды)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0409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513,8</w:t>
            </w:r>
          </w:p>
        </w:tc>
      </w:tr>
      <w:tr w:rsidR="00646EDC" w:rsidRPr="008E55C9" w:rsidTr="009B611D">
        <w:trPr>
          <w:trHeight w:val="1162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Дорожная деятельность в отношении автомобильных дорог местного значения, а также 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0409 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3150200120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513,8</w:t>
            </w:r>
          </w:p>
        </w:tc>
      </w:tr>
      <w:tr w:rsidR="00646EDC" w:rsidRPr="008E55C9" w:rsidTr="009B611D">
        <w:trPr>
          <w:trHeight w:val="272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0409 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3150200120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244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513,8</w:t>
            </w:r>
          </w:p>
        </w:tc>
      </w:tr>
      <w:tr w:rsidR="00646EDC" w:rsidRPr="008E55C9" w:rsidTr="009B611D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 xml:space="preserve">ЖИЛИЩНО-КОММУНАЛЬНОЕ ХОЗЯЙСТВО         </w:t>
            </w:r>
          </w:p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30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0500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5E294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66CC"/>
              </w:rPr>
            </w:pPr>
            <w:r w:rsidRPr="008E55C9">
              <w:rPr>
                <w:rFonts w:ascii="Times New Roman" w:hAnsi="Times New Roman"/>
                <w:b/>
                <w:bCs/>
                <w:color w:val="0066CC"/>
              </w:rPr>
              <w:t>3404,0</w:t>
            </w:r>
          </w:p>
        </w:tc>
      </w:tr>
      <w:tr w:rsidR="00646EDC" w:rsidRPr="008E55C9" w:rsidTr="009B611D">
        <w:trPr>
          <w:trHeight w:val="27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 xml:space="preserve">Жилищное хозяйство                              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0501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676,0</w:t>
            </w:r>
          </w:p>
        </w:tc>
      </w:tr>
      <w:tr w:rsidR="00646EDC" w:rsidRPr="008E55C9" w:rsidTr="009B611D">
        <w:trPr>
          <w:trHeight w:val="344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 w:line="240" w:lineRule="auto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Капитальный ремонт государственного жилищного фонда субъектов РФ и муниципального жилищного фонда</w:t>
            </w:r>
          </w:p>
          <w:p w:rsidR="00646EDC" w:rsidRPr="008E55C9" w:rsidRDefault="00646EDC" w:rsidP="004C389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0501 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EDC" w:rsidRPr="008E55C9" w:rsidRDefault="00646EDC" w:rsidP="004C38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3900200000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EDC" w:rsidRPr="008E55C9" w:rsidRDefault="00646EDC" w:rsidP="004C38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676,0</w:t>
            </w:r>
          </w:p>
        </w:tc>
      </w:tr>
      <w:tr w:rsidR="00646EDC" w:rsidRPr="008E55C9" w:rsidTr="009B611D">
        <w:trPr>
          <w:trHeight w:val="198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0501 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3900200000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243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666,0</w:t>
            </w:r>
          </w:p>
        </w:tc>
      </w:tr>
      <w:tr w:rsidR="00646EDC" w:rsidRPr="008E55C9" w:rsidTr="009B611D">
        <w:trPr>
          <w:trHeight w:val="537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0501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3900300000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244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10,0</w:t>
            </w:r>
          </w:p>
        </w:tc>
      </w:tr>
      <w:tr w:rsidR="00646EDC" w:rsidRPr="008E55C9" w:rsidTr="009B611D">
        <w:trPr>
          <w:trHeight w:val="270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Коммунальное хозяйство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0502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2070,0</w:t>
            </w:r>
          </w:p>
        </w:tc>
      </w:tr>
      <w:tr w:rsidR="00646EDC" w:rsidRPr="008E55C9" w:rsidTr="009B611D">
        <w:trPr>
          <w:trHeight w:val="407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  <w:bCs/>
              </w:rPr>
            </w:pPr>
            <w:r w:rsidRPr="008E55C9">
              <w:rPr>
                <w:rFonts w:ascii="Times New Roman" w:hAnsi="Times New Roman"/>
                <w:bCs/>
              </w:rPr>
              <w:t>Мероприятия в области коммунального хозяйства</w:t>
            </w:r>
          </w:p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0502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3910500000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587A15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2019,0</w:t>
            </w:r>
          </w:p>
        </w:tc>
      </w:tr>
      <w:tr w:rsidR="00646EDC" w:rsidRPr="008E55C9" w:rsidTr="009B611D">
        <w:trPr>
          <w:trHeight w:val="51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0502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3910500000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243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40,0</w:t>
            </w:r>
          </w:p>
        </w:tc>
      </w:tr>
      <w:tr w:rsidR="00646EDC" w:rsidRPr="008E55C9" w:rsidTr="009B611D">
        <w:trPr>
          <w:trHeight w:val="51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0502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3910500000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244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587A15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1978,0</w:t>
            </w:r>
          </w:p>
        </w:tc>
      </w:tr>
      <w:tr w:rsidR="00646EDC" w:rsidRPr="008E55C9" w:rsidTr="009B611D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 xml:space="preserve">Уплата прочих налогов, сборов 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0502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3910500000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852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2,0</w:t>
            </w:r>
          </w:p>
        </w:tc>
      </w:tr>
      <w:tr w:rsidR="00646EDC" w:rsidRPr="008E55C9" w:rsidTr="009B611D">
        <w:trPr>
          <w:trHeight w:val="28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0502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3910500090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50,0</w:t>
            </w:r>
          </w:p>
        </w:tc>
      </w:tr>
      <w:tr w:rsidR="00646EDC" w:rsidRPr="008E55C9" w:rsidTr="009B611D">
        <w:trPr>
          <w:trHeight w:val="28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0502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3910500090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244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E05391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50,0</w:t>
            </w:r>
          </w:p>
        </w:tc>
      </w:tr>
      <w:tr w:rsidR="00646EDC" w:rsidRPr="008E55C9" w:rsidTr="009B611D">
        <w:trPr>
          <w:trHeight w:val="27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0503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5E2941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668,0</w:t>
            </w:r>
          </w:p>
        </w:tc>
      </w:tr>
      <w:tr w:rsidR="00646EDC" w:rsidRPr="008E55C9" w:rsidTr="009B611D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  <w:bCs/>
                <w:iCs/>
              </w:rPr>
              <w:t>Благоустройство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0503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6000000000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634,0</w:t>
            </w:r>
          </w:p>
        </w:tc>
      </w:tr>
      <w:tr w:rsidR="00646EDC" w:rsidRPr="008E55C9" w:rsidTr="009B611D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Уличное освещение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0503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6000000100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575,0</w:t>
            </w:r>
          </w:p>
        </w:tc>
      </w:tr>
      <w:tr w:rsidR="00646EDC" w:rsidRPr="008E55C9" w:rsidTr="009B611D">
        <w:trPr>
          <w:trHeight w:val="51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0503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6000000100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244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575,0</w:t>
            </w:r>
          </w:p>
        </w:tc>
      </w:tr>
      <w:tr w:rsidR="00646EDC" w:rsidRPr="008E55C9" w:rsidTr="009B611D">
        <w:trPr>
          <w:trHeight w:val="51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0503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6000000500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59,0</w:t>
            </w:r>
          </w:p>
        </w:tc>
      </w:tr>
      <w:tr w:rsidR="00646EDC" w:rsidRPr="008E55C9" w:rsidTr="009B611D">
        <w:trPr>
          <w:trHeight w:val="51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0503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6000000500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244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39,0</w:t>
            </w:r>
          </w:p>
        </w:tc>
      </w:tr>
      <w:tr w:rsidR="00646EDC" w:rsidRPr="008E55C9" w:rsidTr="009B611D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 xml:space="preserve">Уплата прочих налогов, сборов 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0503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6000000500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852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20,0</w:t>
            </w:r>
          </w:p>
        </w:tc>
      </w:tr>
      <w:tr w:rsidR="00646EDC" w:rsidRPr="008E55C9" w:rsidTr="009B611D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color w:val="000000"/>
              </w:rPr>
              <w:t>Содействие развитию предпринимательства и занятости в Парабельском районе на 2016-2020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0503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7950300000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244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D74C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66CC"/>
              </w:rPr>
            </w:pPr>
            <w:r w:rsidRPr="008E55C9">
              <w:rPr>
                <w:rFonts w:ascii="Times New Roman" w:hAnsi="Times New Roman"/>
                <w:b/>
                <w:bCs/>
                <w:color w:val="0066CC"/>
              </w:rPr>
              <w:t>24,0</w:t>
            </w:r>
          </w:p>
        </w:tc>
      </w:tr>
      <w:tr w:rsidR="00646EDC" w:rsidRPr="008E55C9" w:rsidTr="009B611D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КУЛЬТУРА</w:t>
            </w:r>
          </w:p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0800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D74C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66CC"/>
              </w:rPr>
            </w:pPr>
            <w:r w:rsidRPr="008E55C9">
              <w:rPr>
                <w:rFonts w:ascii="Times New Roman" w:hAnsi="Times New Roman"/>
                <w:b/>
                <w:bCs/>
                <w:color w:val="0066CC"/>
              </w:rPr>
              <w:t>2464,9</w:t>
            </w:r>
          </w:p>
        </w:tc>
      </w:tr>
      <w:tr w:rsidR="00646EDC" w:rsidRPr="008E55C9" w:rsidTr="009B611D">
        <w:trPr>
          <w:trHeight w:val="309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Культура</w:t>
            </w:r>
          </w:p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0801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D74C68">
            <w:pPr>
              <w:spacing w:after="0"/>
              <w:jc w:val="center"/>
              <w:rPr>
                <w:rFonts w:ascii="Times New Roman" w:hAnsi="Times New Roman"/>
                <w:i/>
                <w:iCs/>
              </w:rPr>
            </w:pPr>
            <w:r w:rsidRPr="008E55C9">
              <w:rPr>
                <w:rFonts w:ascii="Times New Roman" w:hAnsi="Times New Roman"/>
                <w:i/>
                <w:iCs/>
              </w:rPr>
              <w:t>2464,9</w:t>
            </w:r>
          </w:p>
        </w:tc>
      </w:tr>
      <w:tr w:rsidR="00646EDC" w:rsidRPr="008E55C9" w:rsidTr="009B611D">
        <w:trPr>
          <w:trHeight w:val="5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0801 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44009900000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D74C6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1850,0</w:t>
            </w:r>
          </w:p>
        </w:tc>
      </w:tr>
      <w:tr w:rsidR="00646EDC" w:rsidRPr="008E55C9" w:rsidTr="009B611D">
        <w:trPr>
          <w:trHeight w:val="28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Фонд оплаты труда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0801 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44009900000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111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1073,0</w:t>
            </w:r>
          </w:p>
        </w:tc>
      </w:tr>
      <w:tr w:rsidR="00646EDC" w:rsidRPr="008E55C9" w:rsidTr="009B611D">
        <w:trPr>
          <w:trHeight w:val="74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0801 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44009900000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112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17,2</w:t>
            </w:r>
          </w:p>
        </w:tc>
      </w:tr>
      <w:tr w:rsidR="00646EDC" w:rsidRPr="008E55C9" w:rsidTr="009B611D">
        <w:trPr>
          <w:trHeight w:val="51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0801 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44009900000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119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325,0</w:t>
            </w:r>
          </w:p>
        </w:tc>
      </w:tr>
      <w:tr w:rsidR="00646EDC" w:rsidRPr="008E55C9" w:rsidTr="009B611D">
        <w:trPr>
          <w:trHeight w:val="51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0801 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44009900000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242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23,3</w:t>
            </w:r>
          </w:p>
        </w:tc>
      </w:tr>
      <w:tr w:rsidR="00646EDC" w:rsidRPr="008E55C9" w:rsidTr="009B611D">
        <w:trPr>
          <w:trHeight w:val="5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0801 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44009900000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244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D74C6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410,5</w:t>
            </w:r>
          </w:p>
        </w:tc>
      </w:tr>
      <w:tr w:rsidR="00646EDC" w:rsidRPr="008E55C9" w:rsidTr="009B611D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 xml:space="preserve">Уплата прочих налогов, сборов 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0801 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44009900000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852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1,0</w:t>
            </w:r>
          </w:p>
        </w:tc>
      </w:tr>
      <w:tr w:rsidR="00646EDC" w:rsidRPr="008E55C9" w:rsidTr="009B611D">
        <w:trPr>
          <w:trHeight w:val="51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Расходы за счет доходов от платных услуг, оказываемых муниципальными казенными учреждениями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0801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4400900090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68,0</w:t>
            </w:r>
          </w:p>
        </w:tc>
      </w:tr>
      <w:tr w:rsidR="00646EDC" w:rsidRPr="008E55C9" w:rsidTr="009B611D">
        <w:trPr>
          <w:trHeight w:val="146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Прочие закупки товаров, работ,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0801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4400900090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122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4,2</w:t>
            </w:r>
          </w:p>
        </w:tc>
      </w:tr>
      <w:tr w:rsidR="00646EDC" w:rsidRPr="008E55C9" w:rsidTr="009B611D">
        <w:trPr>
          <w:trHeight w:val="76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Прочие закупки товаров, работ,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0801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4400900090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244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63,8</w:t>
            </w:r>
          </w:p>
        </w:tc>
      </w:tr>
      <w:tr w:rsidR="00646EDC" w:rsidRPr="008E55C9" w:rsidTr="009B611D">
        <w:trPr>
          <w:trHeight w:val="76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0801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1016440660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36,5</w:t>
            </w:r>
          </w:p>
        </w:tc>
      </w:tr>
      <w:tr w:rsidR="00646EDC" w:rsidRPr="008E55C9" w:rsidTr="009B611D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Фонд оплаты труда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0801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1016440660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111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28,0</w:t>
            </w:r>
          </w:p>
        </w:tc>
      </w:tr>
      <w:tr w:rsidR="00646EDC" w:rsidRPr="008E55C9" w:rsidTr="009B611D">
        <w:trPr>
          <w:trHeight w:val="557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Взносы по обязательному социальному страхованию на выплаты по оплате труда  и иные выплаты работникам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0801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1016440660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119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8,5</w:t>
            </w:r>
          </w:p>
        </w:tc>
      </w:tr>
      <w:tr w:rsidR="00646EDC" w:rsidRPr="008E55C9" w:rsidTr="009B611D">
        <w:trPr>
          <w:trHeight w:val="557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Достижение целевых показателей по плану мероприятий ("дорожной карте")» Изменения  в сфере культуры  направленные на повышение её эффективности"  в части повышения заработной платы работников культуры муниципальных учреждений культуры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0801 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1016440650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510,4</w:t>
            </w:r>
          </w:p>
        </w:tc>
      </w:tr>
      <w:tr w:rsidR="00646EDC" w:rsidRPr="008E55C9" w:rsidTr="009B611D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Фонд оплаты труда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0801 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1016440650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111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392,0</w:t>
            </w:r>
          </w:p>
        </w:tc>
      </w:tr>
      <w:tr w:rsidR="00646EDC" w:rsidRPr="008E55C9" w:rsidTr="009B611D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Взносы по обязательному социальному страхованию на выплаты по оплате труда  и иные выплаты работникам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0801 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1016440650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119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118,4</w:t>
            </w:r>
          </w:p>
        </w:tc>
      </w:tr>
      <w:tr w:rsidR="00646EDC" w:rsidRPr="008E55C9" w:rsidTr="009B611D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646EDC" w:rsidRPr="008E55C9" w:rsidTr="009B611D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СОЦИАЛЬНАЯ ПОЛИТИКА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30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1000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8E55C9">
              <w:rPr>
                <w:rFonts w:ascii="Times New Roman" w:hAnsi="Times New Roman"/>
                <w:b/>
                <w:bCs/>
                <w:color w:val="0070C0"/>
              </w:rPr>
              <w:t>918,1</w:t>
            </w:r>
          </w:p>
        </w:tc>
      </w:tr>
      <w:tr w:rsidR="00646EDC" w:rsidRPr="008E55C9" w:rsidTr="009B611D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950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1003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</w:rPr>
              <w:t>1116040710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50,0</w:t>
            </w:r>
          </w:p>
        </w:tc>
      </w:tr>
      <w:tr w:rsidR="00646EDC" w:rsidRPr="008E55C9" w:rsidTr="009B611D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 xml:space="preserve">"Охрана семьи и детства" 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950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1004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</w:rPr>
              <w:t>12280</w:t>
            </w:r>
            <w:r w:rsidRPr="008E55C9">
              <w:rPr>
                <w:rFonts w:ascii="Times New Roman" w:hAnsi="Times New Roman"/>
                <w:lang w:val="en-US"/>
              </w:rPr>
              <w:t>R</w:t>
            </w:r>
            <w:r w:rsidRPr="008E55C9">
              <w:rPr>
                <w:rFonts w:ascii="Times New Roman" w:hAnsi="Times New Roman"/>
              </w:rPr>
              <w:t>820</w:t>
            </w:r>
            <w:r w:rsidRPr="008E55C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868,1</w:t>
            </w:r>
          </w:p>
        </w:tc>
      </w:tr>
      <w:tr w:rsidR="00646EDC" w:rsidRPr="008E55C9" w:rsidTr="009B611D">
        <w:trPr>
          <w:trHeight w:val="58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Основное мероприятие " 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 1004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12280</w:t>
            </w:r>
            <w:r w:rsidRPr="008E55C9">
              <w:rPr>
                <w:rFonts w:ascii="Times New Roman" w:hAnsi="Times New Roman"/>
                <w:lang w:val="en-US"/>
              </w:rPr>
              <w:t>R</w:t>
            </w:r>
            <w:r w:rsidRPr="008E55C9">
              <w:rPr>
                <w:rFonts w:ascii="Times New Roman" w:hAnsi="Times New Roman"/>
              </w:rPr>
              <w:t>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868,1</w:t>
            </w:r>
          </w:p>
        </w:tc>
      </w:tr>
      <w:tr w:rsidR="00646EDC" w:rsidRPr="008E55C9" w:rsidTr="009B611D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Приобретение товаров, работ, услуг в пользу граждан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 1004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12280</w:t>
            </w:r>
            <w:r w:rsidRPr="008E55C9">
              <w:rPr>
                <w:rFonts w:ascii="Times New Roman" w:hAnsi="Times New Roman"/>
                <w:lang w:val="en-US"/>
              </w:rPr>
              <w:t>R</w:t>
            </w:r>
            <w:r w:rsidRPr="008E55C9">
              <w:rPr>
                <w:rFonts w:ascii="Times New Roman" w:hAnsi="Times New Roman"/>
              </w:rPr>
              <w:t>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323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</w:rPr>
              <w:t>868,1</w:t>
            </w:r>
          </w:p>
        </w:tc>
      </w:tr>
      <w:tr w:rsidR="00646EDC" w:rsidRPr="008E55C9" w:rsidTr="009B611D">
        <w:trPr>
          <w:trHeight w:val="255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ФИЗИЧЕСКАЯ КУЛЬТУРА И СПОРТ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3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E55C9">
              <w:rPr>
                <w:rFonts w:ascii="Times New Roman" w:hAnsi="Times New Roman"/>
                <w:b/>
                <w:bCs/>
              </w:rPr>
              <w:t>1100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66CC"/>
                <w:lang w:val="en-US"/>
              </w:rPr>
            </w:pPr>
            <w:r w:rsidRPr="008E55C9">
              <w:rPr>
                <w:rFonts w:ascii="Times New Roman" w:hAnsi="Times New Roman"/>
                <w:b/>
                <w:bCs/>
                <w:color w:val="0066CC"/>
                <w:lang w:val="en-US"/>
              </w:rPr>
              <w:t>182</w:t>
            </w:r>
            <w:r w:rsidRPr="008E55C9">
              <w:rPr>
                <w:rFonts w:ascii="Times New Roman" w:hAnsi="Times New Roman"/>
                <w:b/>
                <w:bCs/>
                <w:color w:val="0066CC"/>
              </w:rPr>
              <w:t>,</w:t>
            </w:r>
            <w:r w:rsidRPr="008E55C9">
              <w:rPr>
                <w:rFonts w:ascii="Times New Roman" w:hAnsi="Times New Roman"/>
                <w:b/>
                <w:bCs/>
                <w:color w:val="0066CC"/>
                <w:lang w:val="en-US"/>
              </w:rPr>
              <w:t>1</w:t>
            </w:r>
          </w:p>
        </w:tc>
      </w:tr>
      <w:tr w:rsidR="00646EDC" w:rsidRPr="008E55C9" w:rsidTr="009B611D">
        <w:trPr>
          <w:trHeight w:val="157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Другие вопросы в области здравоохранения, физической культуры и спорта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1101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lang w:val="en-US"/>
              </w:rPr>
            </w:pPr>
            <w:r w:rsidRPr="008E55C9">
              <w:rPr>
                <w:rFonts w:ascii="Times New Roman" w:hAnsi="Times New Roman"/>
                <w:b/>
                <w:bCs/>
                <w:i/>
                <w:iCs/>
                <w:lang w:val="en-US"/>
              </w:rPr>
              <w:t>182</w:t>
            </w:r>
            <w:r w:rsidRPr="008E55C9">
              <w:rPr>
                <w:rFonts w:ascii="Times New Roman" w:hAnsi="Times New Roman"/>
                <w:b/>
                <w:bCs/>
                <w:i/>
                <w:iCs/>
              </w:rPr>
              <w:t>,</w:t>
            </w:r>
            <w:r w:rsidRPr="008E55C9">
              <w:rPr>
                <w:rFonts w:ascii="Times New Roman" w:hAnsi="Times New Roman"/>
                <w:b/>
                <w:bCs/>
                <w:i/>
                <w:iCs/>
                <w:lang w:val="en-US"/>
              </w:rPr>
              <w:t>1</w:t>
            </w:r>
          </w:p>
        </w:tc>
      </w:tr>
      <w:tr w:rsidR="00646EDC" w:rsidRPr="008E55C9" w:rsidTr="009B611D">
        <w:trPr>
          <w:trHeight w:val="5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1101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8E55C9">
              <w:rPr>
                <w:rFonts w:ascii="Times New Roman" w:hAnsi="Times New Roman"/>
                <w:lang w:val="en-US"/>
              </w:rPr>
              <w:t>0816040310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8E55C9">
              <w:rPr>
                <w:rFonts w:ascii="Times New Roman" w:hAnsi="Times New Roman"/>
                <w:lang w:val="en-US"/>
              </w:rPr>
              <w:t>182</w:t>
            </w:r>
            <w:r w:rsidRPr="008E55C9">
              <w:rPr>
                <w:rFonts w:ascii="Times New Roman" w:hAnsi="Times New Roman"/>
              </w:rPr>
              <w:t>,</w:t>
            </w:r>
            <w:r w:rsidRPr="008E55C9"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646EDC" w:rsidRPr="008E55C9" w:rsidTr="009B611D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Фонд оплаты труда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1101 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  <w:lang w:val="en-US"/>
              </w:rPr>
              <w:t>0816040310</w:t>
            </w:r>
            <w:r w:rsidRPr="008E55C9">
              <w:rPr>
                <w:rFonts w:ascii="Times New Roman" w:hAnsi="Times New Roman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111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  <w:lang w:val="en-US"/>
              </w:rPr>
            </w:pPr>
            <w:r w:rsidRPr="008E55C9">
              <w:rPr>
                <w:rFonts w:ascii="Times New Roman" w:hAnsi="Times New Roman"/>
                <w:color w:val="FF0000"/>
                <w:lang w:val="en-US"/>
              </w:rPr>
              <w:t>139</w:t>
            </w:r>
            <w:r w:rsidRPr="008E55C9">
              <w:rPr>
                <w:rFonts w:ascii="Times New Roman" w:hAnsi="Times New Roman"/>
                <w:color w:val="FF0000"/>
              </w:rPr>
              <w:t>,</w:t>
            </w:r>
            <w:r w:rsidRPr="008E55C9">
              <w:rPr>
                <w:rFonts w:ascii="Times New Roman" w:hAnsi="Times New Roman"/>
                <w:color w:val="FF0000"/>
                <w:lang w:val="en-US"/>
              </w:rPr>
              <w:t>9</w:t>
            </w:r>
          </w:p>
        </w:tc>
      </w:tr>
      <w:tr w:rsidR="00646EDC" w:rsidRPr="008E55C9" w:rsidTr="009B611D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Взносы по обязательному социальному страхованию на выплаты по оплате труда  и иные выплаты работникам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8E55C9">
              <w:rPr>
                <w:rFonts w:ascii="Times New Roman" w:hAnsi="Times New Roman"/>
              </w:rPr>
              <w:t> 1101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8E55C9">
              <w:rPr>
                <w:rFonts w:ascii="Times New Roman" w:hAnsi="Times New Roman"/>
                <w:lang w:val="en-US"/>
              </w:rPr>
              <w:t>0816040310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8E55C9">
              <w:rPr>
                <w:rFonts w:ascii="Times New Roman" w:hAnsi="Times New Roman"/>
                <w:lang w:val="en-US"/>
              </w:rPr>
              <w:t>119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EDC" w:rsidRPr="008E55C9" w:rsidRDefault="00646EDC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8E55C9">
              <w:rPr>
                <w:rFonts w:ascii="Times New Roman" w:hAnsi="Times New Roman"/>
                <w:color w:val="FF0000"/>
                <w:lang w:val="en-US"/>
              </w:rPr>
              <w:t>42</w:t>
            </w:r>
            <w:r w:rsidRPr="008E55C9">
              <w:rPr>
                <w:rFonts w:ascii="Times New Roman" w:hAnsi="Times New Roman"/>
                <w:color w:val="FF0000"/>
              </w:rPr>
              <w:t>,</w:t>
            </w:r>
            <w:r w:rsidRPr="008E55C9">
              <w:rPr>
                <w:rFonts w:ascii="Times New Roman" w:hAnsi="Times New Roman"/>
                <w:color w:val="FF0000"/>
                <w:lang w:val="en-US"/>
              </w:rPr>
              <w:t>2</w:t>
            </w:r>
          </w:p>
        </w:tc>
      </w:tr>
    </w:tbl>
    <w:p w:rsidR="00646EDC" w:rsidRPr="00A447D6" w:rsidRDefault="00646EDC" w:rsidP="004C3898">
      <w:pPr>
        <w:spacing w:after="0"/>
        <w:rPr>
          <w:rFonts w:ascii="Times New Roman" w:hAnsi="Times New Roman"/>
        </w:rPr>
      </w:pPr>
    </w:p>
    <w:sectPr w:rsidR="00646EDC" w:rsidRPr="00A447D6" w:rsidSect="00A447D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47D6"/>
    <w:rsid w:val="00083042"/>
    <w:rsid w:val="000C5BB8"/>
    <w:rsid w:val="001126CD"/>
    <w:rsid w:val="001F678C"/>
    <w:rsid w:val="00224402"/>
    <w:rsid w:val="00285710"/>
    <w:rsid w:val="0032422F"/>
    <w:rsid w:val="003833D5"/>
    <w:rsid w:val="003D1DBC"/>
    <w:rsid w:val="004C3898"/>
    <w:rsid w:val="00587A15"/>
    <w:rsid w:val="005E2941"/>
    <w:rsid w:val="00646EDC"/>
    <w:rsid w:val="0067175C"/>
    <w:rsid w:val="006A0841"/>
    <w:rsid w:val="007048DE"/>
    <w:rsid w:val="00716B70"/>
    <w:rsid w:val="00856018"/>
    <w:rsid w:val="00893AB1"/>
    <w:rsid w:val="008E55C9"/>
    <w:rsid w:val="00947DB3"/>
    <w:rsid w:val="0096759D"/>
    <w:rsid w:val="009B611D"/>
    <w:rsid w:val="009C6D86"/>
    <w:rsid w:val="009D6F73"/>
    <w:rsid w:val="00A012A7"/>
    <w:rsid w:val="00A12BEB"/>
    <w:rsid w:val="00A150B1"/>
    <w:rsid w:val="00A447D6"/>
    <w:rsid w:val="00BA466F"/>
    <w:rsid w:val="00BA4F9A"/>
    <w:rsid w:val="00BD33EA"/>
    <w:rsid w:val="00C328F6"/>
    <w:rsid w:val="00C46168"/>
    <w:rsid w:val="00C70D57"/>
    <w:rsid w:val="00D22243"/>
    <w:rsid w:val="00D70D55"/>
    <w:rsid w:val="00D74C68"/>
    <w:rsid w:val="00D85B49"/>
    <w:rsid w:val="00E05391"/>
    <w:rsid w:val="00E70B12"/>
    <w:rsid w:val="00F0173F"/>
    <w:rsid w:val="00F146CD"/>
    <w:rsid w:val="00F370B4"/>
    <w:rsid w:val="00F41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D5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151</TotalTime>
  <Pages>5</Pages>
  <Words>1288</Words>
  <Characters>7342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Заводской</dc:creator>
  <cp:keywords/>
  <dc:description/>
  <cp:lastModifiedBy>Larisa Nikolaevna</cp:lastModifiedBy>
  <cp:revision>29</cp:revision>
  <cp:lastPrinted>2015-12-28T06:48:00Z</cp:lastPrinted>
  <dcterms:created xsi:type="dcterms:W3CDTF">2015-11-18T08:34:00Z</dcterms:created>
  <dcterms:modified xsi:type="dcterms:W3CDTF">2016-01-21T08:40:00Z</dcterms:modified>
</cp:coreProperties>
</file>